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20C33" w14:textId="77777777" w:rsidR="00861FA8" w:rsidRDefault="00861FA8" w:rsidP="00861FA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59AF26A" w14:textId="77777777" w:rsidR="00861FA8" w:rsidRDefault="00861FA8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52D04E" w14:textId="77777777"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14:paraId="080E2DA9" w14:textId="77777777"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87627">
        <w:rPr>
          <w:rFonts w:ascii="Corbel" w:hAnsi="Corbel"/>
          <w:b/>
          <w:smallCaps/>
          <w:sz w:val="24"/>
          <w:szCs w:val="24"/>
        </w:rPr>
        <w:t>3</w:t>
      </w:r>
      <w:r w:rsidRPr="003E3642">
        <w:rPr>
          <w:rFonts w:ascii="Corbel" w:hAnsi="Corbel"/>
          <w:b/>
          <w:smallCaps/>
          <w:sz w:val="24"/>
          <w:szCs w:val="24"/>
        </w:rPr>
        <w:t>-202</w:t>
      </w:r>
      <w:r w:rsidR="00B87627">
        <w:rPr>
          <w:rFonts w:ascii="Corbel" w:hAnsi="Corbel"/>
          <w:b/>
          <w:smallCaps/>
          <w:sz w:val="24"/>
          <w:szCs w:val="24"/>
        </w:rPr>
        <w:t>8</w:t>
      </w:r>
    </w:p>
    <w:p w14:paraId="22FA6066" w14:textId="77777777"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Rok akademicki </w:t>
      </w:r>
      <w:r w:rsidRPr="003E3642">
        <w:rPr>
          <w:rFonts w:ascii="Corbel" w:hAnsi="Corbel"/>
          <w:b/>
          <w:sz w:val="24"/>
          <w:szCs w:val="24"/>
        </w:rPr>
        <w:t>202</w:t>
      </w:r>
      <w:r w:rsidR="00B87627">
        <w:rPr>
          <w:rFonts w:ascii="Corbel" w:hAnsi="Corbel"/>
          <w:b/>
          <w:sz w:val="24"/>
          <w:szCs w:val="24"/>
        </w:rPr>
        <w:t>4</w:t>
      </w:r>
      <w:r w:rsidRPr="003E3642">
        <w:rPr>
          <w:rFonts w:ascii="Corbel" w:hAnsi="Corbel"/>
          <w:b/>
          <w:sz w:val="24"/>
          <w:szCs w:val="24"/>
        </w:rPr>
        <w:t>/202</w:t>
      </w:r>
      <w:r w:rsidR="00B87627">
        <w:rPr>
          <w:rFonts w:ascii="Corbel" w:hAnsi="Corbel"/>
          <w:b/>
          <w:sz w:val="24"/>
          <w:szCs w:val="24"/>
        </w:rPr>
        <w:t>5</w:t>
      </w:r>
    </w:p>
    <w:p w14:paraId="7A50DEC6" w14:textId="77777777"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B7F5B34" w14:textId="77777777"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DA8460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E3642" w14:paraId="6497D62D" w14:textId="77777777" w:rsidTr="00B819C8">
        <w:tc>
          <w:tcPr>
            <w:tcW w:w="2694" w:type="dxa"/>
            <w:vAlign w:val="center"/>
          </w:tcPr>
          <w:p w14:paraId="6D153056" w14:textId="77777777"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EC4ECC" w14:textId="77777777"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14:paraId="166F7419" w14:textId="77777777" w:rsidTr="00B819C8">
        <w:tc>
          <w:tcPr>
            <w:tcW w:w="2694" w:type="dxa"/>
            <w:vAlign w:val="center"/>
          </w:tcPr>
          <w:p w14:paraId="300076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CBCEA2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14:paraId="035C12AF" w14:textId="77777777" w:rsidTr="00B819C8">
        <w:tc>
          <w:tcPr>
            <w:tcW w:w="2694" w:type="dxa"/>
            <w:vAlign w:val="center"/>
          </w:tcPr>
          <w:p w14:paraId="4CC590B7" w14:textId="77777777"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24D87B5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831D7" w:rsidRPr="003E3642" w14:paraId="1FE2F8C4" w14:textId="77777777" w:rsidTr="00B819C8">
        <w:tc>
          <w:tcPr>
            <w:tcW w:w="2694" w:type="dxa"/>
            <w:vAlign w:val="center"/>
          </w:tcPr>
          <w:p w14:paraId="7E45749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623A9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14:paraId="2D0C6855" w14:textId="77777777" w:rsidTr="00B819C8">
        <w:tc>
          <w:tcPr>
            <w:tcW w:w="2694" w:type="dxa"/>
            <w:vAlign w:val="center"/>
          </w:tcPr>
          <w:p w14:paraId="616E40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9B620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14:paraId="41CDBC6D" w14:textId="77777777" w:rsidTr="00B819C8">
        <w:tc>
          <w:tcPr>
            <w:tcW w:w="2694" w:type="dxa"/>
            <w:vAlign w:val="center"/>
          </w:tcPr>
          <w:p w14:paraId="500B4AC9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0ECEA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14:paraId="3040403D" w14:textId="77777777" w:rsidTr="00B819C8">
        <w:tc>
          <w:tcPr>
            <w:tcW w:w="2694" w:type="dxa"/>
            <w:vAlign w:val="center"/>
          </w:tcPr>
          <w:p w14:paraId="0CC27F4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98E2C4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14:paraId="428DCFEC" w14:textId="77777777" w:rsidTr="00B819C8">
        <w:tc>
          <w:tcPr>
            <w:tcW w:w="2694" w:type="dxa"/>
            <w:vAlign w:val="center"/>
          </w:tcPr>
          <w:p w14:paraId="2BED1F21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00CF4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31D7" w:rsidRPr="003E3642" w14:paraId="60F2AD8D" w14:textId="77777777" w:rsidTr="00B819C8">
        <w:tc>
          <w:tcPr>
            <w:tcW w:w="2694" w:type="dxa"/>
            <w:vAlign w:val="center"/>
          </w:tcPr>
          <w:p w14:paraId="556E5E0F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1B50AD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14:paraId="130CEDB9" w14:textId="77777777" w:rsidTr="00B819C8">
        <w:tc>
          <w:tcPr>
            <w:tcW w:w="2694" w:type="dxa"/>
            <w:vAlign w:val="center"/>
          </w:tcPr>
          <w:p w14:paraId="58F8D69C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4DF71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14:paraId="47E8EAB6" w14:textId="77777777" w:rsidTr="00B819C8">
        <w:tc>
          <w:tcPr>
            <w:tcW w:w="2694" w:type="dxa"/>
            <w:vAlign w:val="center"/>
          </w:tcPr>
          <w:p w14:paraId="720886C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87A4E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14:paraId="3EA877D1" w14:textId="77777777" w:rsidTr="00B819C8">
        <w:tc>
          <w:tcPr>
            <w:tcW w:w="2694" w:type="dxa"/>
            <w:vAlign w:val="center"/>
          </w:tcPr>
          <w:p w14:paraId="4D8122E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25E3FE" w14:textId="697996B4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C30A0">
              <w:rPr>
                <w:rFonts w:ascii="Corbel" w:hAnsi="Corbel"/>
                <w:b w:val="0"/>
                <w:sz w:val="24"/>
                <w:szCs w:val="24"/>
              </w:rPr>
              <w:t>Marek Paluch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831D7" w:rsidRPr="003E3642" w14:paraId="461C8A63" w14:textId="77777777" w:rsidTr="00B819C8">
        <w:tc>
          <w:tcPr>
            <w:tcW w:w="2694" w:type="dxa"/>
            <w:vAlign w:val="center"/>
          </w:tcPr>
          <w:p w14:paraId="6009602B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BB4A41" w14:textId="77777777"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14:paraId="4FF5CB96" w14:textId="77777777"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14:paraId="2390083E" w14:textId="77777777"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9908B0" w14:textId="77777777"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8"/>
        <w:gridCol w:w="782"/>
        <w:gridCol w:w="862"/>
        <w:gridCol w:w="797"/>
        <w:gridCol w:w="818"/>
        <w:gridCol w:w="754"/>
        <w:gridCol w:w="944"/>
        <w:gridCol w:w="1229"/>
        <w:gridCol w:w="1485"/>
      </w:tblGrid>
      <w:tr w:rsidR="00015B8F" w:rsidRPr="003E3642" w14:paraId="25D2804F" w14:textId="77777777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43C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14:paraId="1A08A641" w14:textId="77777777"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C77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Wykł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988A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E4B0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Konw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05D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AAAC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Sem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70B7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C2FE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Prakt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720C" w14:textId="77777777"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262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14:paraId="49573E45" w14:textId="77777777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1DF5" w14:textId="77777777"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FE1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F65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4C03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1DA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6BF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D66B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B21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19C8" w14:textId="77777777" w:rsidR="00015B8F" w:rsidRPr="003E3642" w:rsidRDefault="004D0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1068" w14:textId="77777777"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2FCCAC3" w14:textId="77777777"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B71AF" w14:textId="77777777"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50E0F" w14:textId="77777777"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14:paraId="4F3913DD" w14:textId="77777777"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BBBEAE3" w14:textId="77777777"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2EEBFE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204DD5" w14:textId="77777777"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14:paraId="5456C70F" w14:textId="77777777"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201F6CC2" w14:textId="77777777"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9C0DF0" w14:textId="77777777"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12D1681C" w14:textId="77777777" w:rsidTr="00745302">
        <w:tc>
          <w:tcPr>
            <w:tcW w:w="9670" w:type="dxa"/>
          </w:tcPr>
          <w:p w14:paraId="2DCFAA9F" w14:textId="77777777"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14:paraId="0693C58E" w14:textId="77777777"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0E81B8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14:paraId="3D936555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A34086" w14:textId="77777777"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E3642" w14:paraId="2B6F4EBB" w14:textId="77777777" w:rsidTr="00923D7D">
        <w:tc>
          <w:tcPr>
            <w:tcW w:w="851" w:type="dxa"/>
            <w:vAlign w:val="center"/>
          </w:tcPr>
          <w:p w14:paraId="43EF3BEE" w14:textId="77777777"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BDAFED7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14:paraId="6ADA7A62" w14:textId="77777777" w:rsidTr="00923D7D">
        <w:tc>
          <w:tcPr>
            <w:tcW w:w="851" w:type="dxa"/>
            <w:vAlign w:val="center"/>
          </w:tcPr>
          <w:p w14:paraId="682C207E" w14:textId="77777777"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E76354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14:paraId="353235A4" w14:textId="77777777" w:rsidTr="00923D7D">
        <w:tc>
          <w:tcPr>
            <w:tcW w:w="851" w:type="dxa"/>
            <w:vAlign w:val="center"/>
          </w:tcPr>
          <w:p w14:paraId="5A95FEF5" w14:textId="77777777"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62D27F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14:paraId="3305D1A4" w14:textId="77777777" w:rsidTr="00923D7D">
        <w:tc>
          <w:tcPr>
            <w:tcW w:w="851" w:type="dxa"/>
            <w:vAlign w:val="center"/>
          </w:tcPr>
          <w:p w14:paraId="6240B6CF" w14:textId="77777777"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B2020E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14:paraId="37CB4796" w14:textId="77777777" w:rsidTr="00923D7D">
        <w:tc>
          <w:tcPr>
            <w:tcW w:w="851" w:type="dxa"/>
            <w:vAlign w:val="center"/>
          </w:tcPr>
          <w:p w14:paraId="01485267" w14:textId="77777777"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8DFA61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14:paraId="0C861D76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4F4CA" w14:textId="77777777"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3E3642" w14:paraId="4355B9E8" w14:textId="77777777" w:rsidTr="0071620A">
        <w:tc>
          <w:tcPr>
            <w:tcW w:w="1701" w:type="dxa"/>
            <w:vAlign w:val="center"/>
          </w:tcPr>
          <w:p w14:paraId="74CF9058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E16B3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DA0DF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14:paraId="7B8C6433" w14:textId="77777777" w:rsidTr="0071620A">
        <w:tc>
          <w:tcPr>
            <w:tcW w:w="1701" w:type="dxa"/>
            <w:vAlign w:val="center"/>
          </w:tcPr>
          <w:p w14:paraId="4AC9CD93" w14:textId="77777777"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AE06781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DEF974E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14:paraId="06E37D89" w14:textId="77777777" w:rsidTr="008831D7">
        <w:tc>
          <w:tcPr>
            <w:tcW w:w="1701" w:type="dxa"/>
            <w:vAlign w:val="center"/>
          </w:tcPr>
          <w:p w14:paraId="53ECE2B3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C1D5B4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4302AB7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14:paraId="74B67282" w14:textId="77777777" w:rsidTr="008831D7">
        <w:tc>
          <w:tcPr>
            <w:tcW w:w="1701" w:type="dxa"/>
            <w:vAlign w:val="center"/>
          </w:tcPr>
          <w:p w14:paraId="60539615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B18F01" w14:textId="77777777"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14:paraId="13C7D80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14:paraId="3F34053F" w14:textId="77777777" w:rsidTr="008831D7">
        <w:tc>
          <w:tcPr>
            <w:tcW w:w="1701" w:type="dxa"/>
            <w:vAlign w:val="center"/>
          </w:tcPr>
          <w:p w14:paraId="1653D566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2E5A63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14:paraId="724E418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14:paraId="26E5743F" w14:textId="77777777" w:rsidTr="008831D7">
        <w:tc>
          <w:tcPr>
            <w:tcW w:w="1701" w:type="dxa"/>
            <w:vAlign w:val="center"/>
          </w:tcPr>
          <w:p w14:paraId="49BA26D1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6FED1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14:paraId="31E7DBB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14:paraId="12D9FE7C" w14:textId="77777777" w:rsidTr="008831D7">
        <w:tc>
          <w:tcPr>
            <w:tcW w:w="1701" w:type="dxa"/>
            <w:vAlign w:val="center"/>
          </w:tcPr>
          <w:p w14:paraId="4BA94A29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88EE65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14:paraId="5D27F44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14:paraId="60D2D248" w14:textId="77777777"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14:paraId="0C9A4A10" w14:textId="77777777" w:rsidTr="008831D7">
        <w:tc>
          <w:tcPr>
            <w:tcW w:w="1701" w:type="dxa"/>
            <w:vAlign w:val="center"/>
          </w:tcPr>
          <w:p w14:paraId="500484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869AD09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14:paraId="6920063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14:paraId="38651552" w14:textId="77777777" w:rsidTr="008831D7">
        <w:tc>
          <w:tcPr>
            <w:tcW w:w="1701" w:type="dxa"/>
            <w:vAlign w:val="center"/>
          </w:tcPr>
          <w:p w14:paraId="16180D8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3CA9821" w14:textId="77777777"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14:paraId="7E3AFF67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14:paraId="52A114FE" w14:textId="77777777" w:rsidTr="008831D7">
        <w:tc>
          <w:tcPr>
            <w:tcW w:w="1701" w:type="dxa"/>
            <w:vAlign w:val="center"/>
          </w:tcPr>
          <w:p w14:paraId="18EFAA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3D7A52A6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14:paraId="18C181E6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14:paraId="1FB8A011" w14:textId="77777777" w:rsidTr="008831D7">
        <w:tc>
          <w:tcPr>
            <w:tcW w:w="1701" w:type="dxa"/>
            <w:vAlign w:val="center"/>
          </w:tcPr>
          <w:p w14:paraId="08AF363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4BF523D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14:paraId="7AC2D6D5" w14:textId="77777777"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14:paraId="08E17B3B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12BBF" w14:textId="77777777"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14:paraId="583829C2" w14:textId="77777777"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14:paraId="7DA6DC7A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14:paraId="05652ED5" w14:textId="77777777"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14:paraId="15C25442" w14:textId="77777777"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272844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F627A42" w14:textId="77777777" w:rsidTr="00923D7D">
        <w:tc>
          <w:tcPr>
            <w:tcW w:w="9639" w:type="dxa"/>
          </w:tcPr>
          <w:p w14:paraId="08408CB4" w14:textId="77777777"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14:paraId="3D3D4080" w14:textId="77777777" w:rsidTr="00923D7D">
        <w:tc>
          <w:tcPr>
            <w:tcW w:w="9639" w:type="dxa"/>
          </w:tcPr>
          <w:p w14:paraId="6FF8F789" w14:textId="77777777"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14:paraId="431910BA" w14:textId="77777777" w:rsidTr="00923D7D">
        <w:tc>
          <w:tcPr>
            <w:tcW w:w="9639" w:type="dxa"/>
          </w:tcPr>
          <w:p w14:paraId="71E0408B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14:paraId="24CCC7F4" w14:textId="77777777" w:rsidTr="00923D7D">
        <w:tc>
          <w:tcPr>
            <w:tcW w:w="9639" w:type="dxa"/>
          </w:tcPr>
          <w:p w14:paraId="33A38FB4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14:paraId="5E4E43AF" w14:textId="77777777" w:rsidTr="00923D7D">
        <w:tc>
          <w:tcPr>
            <w:tcW w:w="9639" w:type="dxa"/>
          </w:tcPr>
          <w:p w14:paraId="5F1FB42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14:paraId="14973B5B" w14:textId="77777777" w:rsidTr="00923D7D">
        <w:tc>
          <w:tcPr>
            <w:tcW w:w="9639" w:type="dxa"/>
          </w:tcPr>
          <w:p w14:paraId="7B87676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14:paraId="346C574D" w14:textId="77777777" w:rsidTr="00923D7D">
        <w:tc>
          <w:tcPr>
            <w:tcW w:w="9639" w:type="dxa"/>
          </w:tcPr>
          <w:p w14:paraId="08CCD0A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14:paraId="20897D4A" w14:textId="77777777" w:rsidTr="00923D7D">
        <w:tc>
          <w:tcPr>
            <w:tcW w:w="9639" w:type="dxa"/>
          </w:tcPr>
          <w:p w14:paraId="3B5E0242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14:paraId="4B3C1EFD" w14:textId="77777777" w:rsidTr="00923D7D">
        <w:tc>
          <w:tcPr>
            <w:tcW w:w="9639" w:type="dxa"/>
          </w:tcPr>
          <w:p w14:paraId="55983528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14:paraId="5E41A143" w14:textId="77777777" w:rsidTr="00923D7D">
        <w:tc>
          <w:tcPr>
            <w:tcW w:w="9639" w:type="dxa"/>
          </w:tcPr>
          <w:p w14:paraId="5C7DB97C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14:paraId="6F1956EE" w14:textId="77777777" w:rsidTr="00923D7D">
        <w:tc>
          <w:tcPr>
            <w:tcW w:w="9639" w:type="dxa"/>
          </w:tcPr>
          <w:p w14:paraId="16D471A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14:paraId="3A28CFF0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DFE2F" w14:textId="77777777"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14:paraId="75CD1C4D" w14:textId="77777777"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14:paraId="58C39DE6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38D57FF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75AA81" w14:textId="77777777"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14:paraId="7D1ADAAC" w14:textId="77777777"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3E116" w14:textId="77777777"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E3642" w14:paraId="676CE0C7" w14:textId="77777777" w:rsidTr="00C05F44">
        <w:tc>
          <w:tcPr>
            <w:tcW w:w="1985" w:type="dxa"/>
            <w:vAlign w:val="center"/>
          </w:tcPr>
          <w:p w14:paraId="691ED258" w14:textId="77777777"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787380" w14:textId="77777777"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F3E72A" w14:textId="77777777"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F82527" w14:textId="77777777"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B61C69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14:paraId="53E4D617" w14:textId="77777777" w:rsidTr="0067268A">
        <w:tc>
          <w:tcPr>
            <w:tcW w:w="1985" w:type="dxa"/>
          </w:tcPr>
          <w:p w14:paraId="56F81D11" w14:textId="77777777"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364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077FE8CD" w14:textId="77777777" w:rsidR="000C73D6" w:rsidRPr="003E3642" w:rsidRDefault="000C7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112A8DC" w14:textId="77777777"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EDE52D1" w14:textId="77777777" w:rsidTr="0067268A">
        <w:tc>
          <w:tcPr>
            <w:tcW w:w="1985" w:type="dxa"/>
          </w:tcPr>
          <w:p w14:paraId="0CF605DA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4B3956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1E37A79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70B743F7" w14:textId="77777777" w:rsidTr="0067268A">
        <w:tc>
          <w:tcPr>
            <w:tcW w:w="1985" w:type="dxa"/>
          </w:tcPr>
          <w:p w14:paraId="421BF41E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70F4B8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9691E2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28006011" w14:textId="77777777" w:rsidTr="0067268A">
        <w:tc>
          <w:tcPr>
            <w:tcW w:w="1985" w:type="dxa"/>
          </w:tcPr>
          <w:p w14:paraId="41B74D99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028AB98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34BA4D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5BB8E7DA" w14:textId="77777777" w:rsidTr="0067268A">
        <w:tc>
          <w:tcPr>
            <w:tcW w:w="1985" w:type="dxa"/>
          </w:tcPr>
          <w:p w14:paraId="3172455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7DAFA4B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6C0C0FF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1AA63A1" w14:textId="77777777" w:rsidTr="00720EEC">
        <w:tc>
          <w:tcPr>
            <w:tcW w:w="1985" w:type="dxa"/>
          </w:tcPr>
          <w:p w14:paraId="5FA381B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EB43C6C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37EC724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9E44EBD" w14:textId="77777777" w:rsidTr="00720EEC">
        <w:tc>
          <w:tcPr>
            <w:tcW w:w="1985" w:type="dxa"/>
          </w:tcPr>
          <w:p w14:paraId="70BCF020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B54F742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59E6DB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65BA9C56" w14:textId="77777777" w:rsidTr="00720EEC">
        <w:tc>
          <w:tcPr>
            <w:tcW w:w="1985" w:type="dxa"/>
          </w:tcPr>
          <w:p w14:paraId="56AD7E2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5528" w:type="dxa"/>
          </w:tcPr>
          <w:p w14:paraId="58CD81AC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EF485B7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FE4345E" w14:textId="77777777" w:rsidTr="00720EEC">
        <w:tc>
          <w:tcPr>
            <w:tcW w:w="1985" w:type="dxa"/>
          </w:tcPr>
          <w:p w14:paraId="430C8DCC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3A89CEE" w14:textId="77777777"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6993DC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0B9C6A7" w14:textId="77777777"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6B99A" w14:textId="77777777"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0B26FB" w14:textId="77777777"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469F6B91" w14:textId="77777777" w:rsidTr="00923D7D">
        <w:tc>
          <w:tcPr>
            <w:tcW w:w="9670" w:type="dxa"/>
          </w:tcPr>
          <w:p w14:paraId="41E34373" w14:textId="77777777" w:rsidR="0085747A" w:rsidRPr="003E3642" w:rsidRDefault="00486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</w:tc>
      </w:tr>
    </w:tbl>
    <w:p w14:paraId="6CEE7CE1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9B076" w14:textId="77777777"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E3642" w14:paraId="3CCA4C7B" w14:textId="77777777" w:rsidTr="003E1941">
        <w:tc>
          <w:tcPr>
            <w:tcW w:w="4962" w:type="dxa"/>
            <w:vAlign w:val="center"/>
          </w:tcPr>
          <w:p w14:paraId="043367ED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26A665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14:paraId="34331588" w14:textId="77777777" w:rsidTr="00923D7D">
        <w:tc>
          <w:tcPr>
            <w:tcW w:w="4962" w:type="dxa"/>
          </w:tcPr>
          <w:p w14:paraId="37E4D1B7" w14:textId="77777777" w:rsidR="0085747A" w:rsidRPr="003E3642" w:rsidRDefault="00C61DC5" w:rsidP="004E5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4E3AD0" w14:textId="77777777" w:rsidR="0085747A" w:rsidRPr="003E3642" w:rsidRDefault="00F96390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14:paraId="6F1FD28F" w14:textId="77777777" w:rsidTr="00923D7D">
        <w:tc>
          <w:tcPr>
            <w:tcW w:w="4962" w:type="dxa"/>
          </w:tcPr>
          <w:p w14:paraId="26CDBF53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3E31A07B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0E6538C" w14:textId="77777777"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E3642" w14:paraId="06EE5D26" w14:textId="77777777" w:rsidTr="00923D7D">
        <w:tc>
          <w:tcPr>
            <w:tcW w:w="4962" w:type="dxa"/>
          </w:tcPr>
          <w:p w14:paraId="32DDBAB3" w14:textId="77777777"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36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36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7F503D84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A405B" w:rsidRPr="003E364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4454DEA6" w14:textId="77777777"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3E3642" w14:paraId="2A847C37" w14:textId="77777777" w:rsidTr="00923D7D">
        <w:tc>
          <w:tcPr>
            <w:tcW w:w="4962" w:type="dxa"/>
          </w:tcPr>
          <w:p w14:paraId="0178424A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93CF4B" w14:textId="77777777"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E3642" w14:paraId="118F28D9" w14:textId="77777777" w:rsidTr="00923D7D">
        <w:tc>
          <w:tcPr>
            <w:tcW w:w="4962" w:type="dxa"/>
          </w:tcPr>
          <w:p w14:paraId="379E14AF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8C5B16" w14:textId="77777777"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C1EB5BE" w14:textId="77777777"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2F1A9C" w14:textId="77777777"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C8B52" w14:textId="77777777"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3E3642" w14:paraId="01266486" w14:textId="77777777" w:rsidTr="00702BA7">
        <w:trPr>
          <w:trHeight w:val="397"/>
        </w:trPr>
        <w:tc>
          <w:tcPr>
            <w:tcW w:w="4111" w:type="dxa"/>
          </w:tcPr>
          <w:p w14:paraId="6D19888D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79884AC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14:paraId="6C082351" w14:textId="77777777" w:rsidTr="00702BA7">
        <w:trPr>
          <w:trHeight w:val="397"/>
        </w:trPr>
        <w:tc>
          <w:tcPr>
            <w:tcW w:w="4111" w:type="dxa"/>
          </w:tcPr>
          <w:p w14:paraId="38EB1856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E1162CD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0F3FDA42" w14:textId="77777777"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4C4F5" w14:textId="77777777"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B424634" w14:textId="77777777" w:rsidTr="000C73D6">
        <w:trPr>
          <w:trHeight w:val="397"/>
        </w:trPr>
        <w:tc>
          <w:tcPr>
            <w:tcW w:w="9639" w:type="dxa"/>
          </w:tcPr>
          <w:p w14:paraId="0F24C093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FC8B8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14:paraId="6680FEB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7DB7F842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15BBF70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14:paraId="66FFEB7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I </w:t>
            </w: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2007.</w:t>
            </w:r>
          </w:p>
          <w:p w14:paraId="02F8B848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14:paraId="1AC24E4B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14:paraId="3C3C5D5D" w14:textId="77777777" w:rsidTr="000C73D6">
        <w:trPr>
          <w:trHeight w:val="397"/>
        </w:trPr>
        <w:tc>
          <w:tcPr>
            <w:tcW w:w="9639" w:type="dxa"/>
          </w:tcPr>
          <w:p w14:paraId="288BF0CA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A13C31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138EF03B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DA2C566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87BBC37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DF03BA8" w14:textId="77777777"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14:paraId="642D8647" w14:textId="77777777"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 </w:t>
            </w:r>
          </w:p>
          <w:p w14:paraId="4185415D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14:paraId="30295205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14:paraId="72D68090" w14:textId="77777777"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0F14F7" w14:textId="77777777"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A41CED" w14:textId="77777777"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677BA" w14:textId="77777777"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0B5C0D4A" w14:textId="77777777"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CBD02" w14:textId="77777777" w:rsidR="00F11366" w:rsidRDefault="00F11366" w:rsidP="00C16ABF">
      <w:pPr>
        <w:spacing w:after="0" w:line="240" w:lineRule="auto"/>
      </w:pPr>
      <w:r>
        <w:separator/>
      </w:r>
    </w:p>
  </w:endnote>
  <w:endnote w:type="continuationSeparator" w:id="0">
    <w:p w14:paraId="77769E50" w14:textId="77777777" w:rsidR="00F11366" w:rsidRDefault="00F113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0778D" w14:textId="77777777" w:rsidR="00F11366" w:rsidRDefault="00F11366" w:rsidP="00C16ABF">
      <w:pPr>
        <w:spacing w:after="0" w:line="240" w:lineRule="auto"/>
      </w:pPr>
      <w:r>
        <w:separator/>
      </w:r>
    </w:p>
  </w:footnote>
  <w:footnote w:type="continuationSeparator" w:id="0">
    <w:p w14:paraId="5FB634E5" w14:textId="77777777" w:rsidR="00F11366" w:rsidRDefault="00F11366" w:rsidP="00C16ABF">
      <w:pPr>
        <w:spacing w:after="0" w:line="240" w:lineRule="auto"/>
      </w:pPr>
      <w:r>
        <w:continuationSeparator/>
      </w:r>
    </w:p>
  </w:footnote>
  <w:footnote w:id="1">
    <w:p w14:paraId="762586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344968">
    <w:abstractNumId w:val="0"/>
  </w:num>
  <w:num w:numId="2" w16cid:durableId="383606834">
    <w:abstractNumId w:val="1"/>
  </w:num>
  <w:num w:numId="3" w16cid:durableId="1169929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0547"/>
    <w:rsid w:val="000D5F71"/>
    <w:rsid w:val="000E14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0A0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F2B"/>
    <w:rsid w:val="002E2B9C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63F78"/>
    <w:rsid w:val="003A0A59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14E3C"/>
    <w:rsid w:val="00416C1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E5AC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3A1"/>
    <w:rsid w:val="005D5A3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D050F"/>
    <w:rsid w:val="006D6139"/>
    <w:rsid w:val="006E5D65"/>
    <w:rsid w:val="006F1282"/>
    <w:rsid w:val="006F1FBC"/>
    <w:rsid w:val="006F31E2"/>
    <w:rsid w:val="00702B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FA8"/>
    <w:rsid w:val="008831D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D5E5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05F"/>
    <w:rsid w:val="00B819C8"/>
    <w:rsid w:val="00B82308"/>
    <w:rsid w:val="00B87627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E09C0"/>
    <w:rsid w:val="00DE4A14"/>
    <w:rsid w:val="00DF320D"/>
    <w:rsid w:val="00DF6B1B"/>
    <w:rsid w:val="00DF71C8"/>
    <w:rsid w:val="00E129B8"/>
    <w:rsid w:val="00E21E7D"/>
    <w:rsid w:val="00E22FBC"/>
    <w:rsid w:val="00E24BF5"/>
    <w:rsid w:val="00E25338"/>
    <w:rsid w:val="00E37A02"/>
    <w:rsid w:val="00E51E44"/>
    <w:rsid w:val="00E63348"/>
    <w:rsid w:val="00E742AA"/>
    <w:rsid w:val="00E77E88"/>
    <w:rsid w:val="00E8107D"/>
    <w:rsid w:val="00E83F71"/>
    <w:rsid w:val="00E8403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6CD"/>
    <w:rsid w:val="00F070AB"/>
    <w:rsid w:val="00F11366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018E"/>
  <w15:docId w15:val="{9E496EF0-5279-4283-BAF6-B7ABB7FA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337A-7733-4B38-8F20-A13AE0FC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</cp:revision>
  <cp:lastPrinted>2019-02-06T12:12:00Z</cp:lastPrinted>
  <dcterms:created xsi:type="dcterms:W3CDTF">2023-10-12T11:24:00Z</dcterms:created>
  <dcterms:modified xsi:type="dcterms:W3CDTF">2023-10-12T11:24:00Z</dcterms:modified>
</cp:coreProperties>
</file>